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312" w:rsidRPr="00D54806" w:rsidRDefault="00BB1312" w:rsidP="00BB1312">
      <w:pPr>
        <w:pStyle w:val="Title"/>
        <w:jc w:val="center"/>
        <w:rPr>
          <w:rFonts w:ascii="Arial Black" w:hAnsi="Arial Black"/>
          <w:b/>
          <w:caps/>
          <w:spacing w:val="0"/>
          <w:sz w:val="68"/>
          <w:szCs w:val="6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54806">
        <w:rPr>
          <w:rFonts w:ascii="Arial Black" w:hAnsi="Arial Black"/>
          <w:b/>
          <w:caps/>
          <w:spacing w:val="0"/>
          <w:sz w:val="68"/>
          <w:szCs w:val="6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The Horrific Clown</w:t>
      </w:r>
    </w:p>
    <w:p w:rsidR="005C2F12" w:rsidRDefault="00BB1312">
      <w:r>
        <w:rPr>
          <w:noProof/>
          <w:sz w:val="24"/>
          <w:szCs w:val="24"/>
          <w:lang w:eastAsia="en-NZ"/>
        </w:rPr>
        <w:drawing>
          <wp:anchor distT="36576" distB="36576" distL="36576" distR="36576" simplePos="0" relativeHeight="251658240" behindDoc="0" locked="0" layoutInCell="1" allowOverlap="1" wp14:anchorId="3E3C591B" wp14:editId="2C3344D7">
            <wp:simplePos x="0" y="0"/>
            <wp:positionH relativeFrom="column">
              <wp:posOffset>1590040</wp:posOffset>
            </wp:positionH>
            <wp:positionV relativeFrom="paragraph">
              <wp:posOffset>56515</wp:posOffset>
            </wp:positionV>
            <wp:extent cx="2273935" cy="3204845"/>
            <wp:effectExtent l="0" t="0" r="0" b="0"/>
            <wp:wrapNone/>
            <wp:docPr id="1" name="Picture 1" descr="scary_clown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ry_clown[1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320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1312" w:rsidRDefault="00BB1312"/>
    <w:p w:rsidR="00BB1312" w:rsidRDefault="00BB1312"/>
    <w:p w:rsidR="00BB1312" w:rsidRDefault="00BB1312"/>
    <w:p w:rsidR="00BB1312" w:rsidRDefault="00BB1312"/>
    <w:p w:rsidR="00BB1312" w:rsidRDefault="00BB1312"/>
    <w:p w:rsidR="00BB1312" w:rsidRDefault="00BB1312"/>
    <w:p w:rsidR="00BB1312" w:rsidRDefault="00BB1312"/>
    <w:p w:rsidR="00BB1312" w:rsidRDefault="00BB1312"/>
    <w:p w:rsidR="00BB1312" w:rsidRDefault="00BB1312"/>
    <w:p w:rsidR="00BB1312" w:rsidRDefault="00BB1312"/>
    <w:p w:rsidR="008B333A" w:rsidRDefault="00BB1312">
      <w:pPr>
        <w:rPr>
          <w:rFonts w:ascii="Comic Sans MS" w:hAnsi="Comic Sans MS"/>
          <w:sz w:val="28"/>
          <w:szCs w:val="28"/>
        </w:rPr>
      </w:pPr>
      <w:r w:rsidRPr="008B333A">
        <w:rPr>
          <w:rFonts w:ascii="Comic Sans MS" w:hAnsi="Comic Sans MS"/>
          <w:sz w:val="28"/>
          <w:szCs w:val="28"/>
        </w:rPr>
        <w:t>Along comes some strident footsteps like an enormous drum beat in the night. The sound belongs to Wicked William. He is an evil clown</w:t>
      </w:r>
      <w:r w:rsidR="008B333A" w:rsidRPr="008B333A">
        <w:rPr>
          <w:rFonts w:ascii="Comic Sans MS" w:hAnsi="Comic Sans MS"/>
          <w:sz w:val="28"/>
          <w:szCs w:val="28"/>
        </w:rPr>
        <w:t xml:space="preserve">. His </w:t>
      </w:r>
      <w:r w:rsidR="008B333A">
        <w:rPr>
          <w:rFonts w:ascii="Comic Sans MS" w:hAnsi="Comic Sans MS"/>
          <w:sz w:val="28"/>
          <w:szCs w:val="28"/>
        </w:rPr>
        <w:t>weak hai</w:t>
      </w:r>
      <w:r w:rsidR="00D54806">
        <w:rPr>
          <w:rFonts w:ascii="Comic Sans MS" w:hAnsi="Comic Sans MS"/>
          <w:sz w:val="28"/>
          <w:szCs w:val="28"/>
        </w:rPr>
        <w:t>r</w:t>
      </w:r>
      <w:bookmarkStart w:id="0" w:name="_GoBack"/>
      <w:bookmarkEnd w:id="0"/>
      <w:r w:rsidR="008B333A">
        <w:rPr>
          <w:rFonts w:ascii="Comic Sans MS" w:hAnsi="Comic Sans MS"/>
          <w:sz w:val="28"/>
          <w:szCs w:val="28"/>
        </w:rPr>
        <w:t xml:space="preserve"> feels like tufts of long tangled grass. His bloodless skin looks like a haunted skeleton. The circular nose on the clown smells like grimy mud. The nasty man is a clown that destroys a person every day.</w:t>
      </w:r>
    </w:p>
    <w:p w:rsidR="00607F55" w:rsidRPr="008B333A" w:rsidRDefault="00607F55">
      <w:pPr>
        <w:rPr>
          <w:rFonts w:ascii="Comic Sans MS" w:hAnsi="Comic Sans MS"/>
          <w:sz w:val="28"/>
          <w:szCs w:val="28"/>
        </w:rPr>
      </w:pPr>
    </w:p>
    <w:p w:rsidR="00607F55" w:rsidRDefault="00607F55" w:rsidP="00607F55"/>
    <w:p w:rsidR="00607F55" w:rsidRDefault="00607F55" w:rsidP="00607F55">
      <w:r>
        <w:t xml:space="preserve">WALT: use descriptive language to describe a character. </w:t>
      </w:r>
    </w:p>
    <w:p w:rsidR="00607F55" w:rsidRDefault="00607F55" w:rsidP="00607F55">
      <w:r>
        <w:t>SUCCESS CRITERIA:</w:t>
      </w:r>
    </w:p>
    <w:p w:rsidR="00607F55" w:rsidRDefault="00607F55" w:rsidP="00607F55">
      <w:r w:rsidRPr="00607F55">
        <w:rPr>
          <w:highlight w:val="yellow"/>
        </w:rPr>
        <w:t>• I have said who the character is in the opening statement.</w:t>
      </w:r>
    </w:p>
    <w:p w:rsidR="00607F55" w:rsidRDefault="00607F55" w:rsidP="00607F55">
      <w:r w:rsidRPr="00607F55">
        <w:rPr>
          <w:highlight w:val="yellow"/>
        </w:rPr>
        <w:t>• I have used metaphors and similes to describe their appearance.</w:t>
      </w:r>
    </w:p>
    <w:p w:rsidR="00607F55" w:rsidRDefault="00607F55" w:rsidP="00607F55">
      <w:r w:rsidRPr="00607F55">
        <w:rPr>
          <w:highlight w:val="yellow"/>
        </w:rPr>
        <w:t>• I have included what the characters personality is like.</w:t>
      </w:r>
    </w:p>
    <w:p w:rsidR="00BB1312" w:rsidRDefault="00607F55" w:rsidP="00607F55">
      <w:r w:rsidRPr="00607F55">
        <w:rPr>
          <w:highlight w:val="yellow"/>
        </w:rPr>
        <w:t>• I have used interesting adjectives in my writing.</w:t>
      </w:r>
    </w:p>
    <w:p w:rsidR="00BB1312" w:rsidRDefault="00BB1312"/>
    <w:p w:rsidR="00BB1312" w:rsidRDefault="00BB1312"/>
    <w:p w:rsidR="00BB1312" w:rsidRDefault="00BB1312"/>
    <w:p w:rsidR="00BB1312" w:rsidRDefault="00BB1312"/>
    <w:p w:rsidR="00BB1312" w:rsidRDefault="00BB1312"/>
    <w:p w:rsidR="00BB1312" w:rsidRDefault="00BB1312" w:rsidP="00BB1312"/>
    <w:p w:rsidR="00BB1312" w:rsidRDefault="00BB1312"/>
    <w:p w:rsidR="00BB1312" w:rsidRDefault="00BB1312"/>
    <w:p w:rsidR="00BB1312" w:rsidRDefault="00BB1312"/>
    <w:p w:rsidR="00BB1312" w:rsidRDefault="00BB1312"/>
    <w:p w:rsidR="00BB1312" w:rsidRDefault="00BB1312"/>
    <w:p w:rsidR="00BB1312" w:rsidRDefault="00BB1312"/>
    <w:p w:rsidR="00BB1312" w:rsidRPr="00BB1312" w:rsidRDefault="00BB1312" w:rsidP="00BB1312"/>
    <w:p w:rsidR="00BB1312" w:rsidRDefault="00BB1312"/>
    <w:sectPr w:rsidR="00BB13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312"/>
    <w:rsid w:val="005C2F12"/>
    <w:rsid w:val="00607F55"/>
    <w:rsid w:val="008B333A"/>
    <w:rsid w:val="00BB1312"/>
    <w:rsid w:val="00D5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B13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13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B13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13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30594-8D04-4BC6-8AD3-22224DD5B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9206A808</Template>
  <TotalTime>24</TotalTime>
  <Pages>2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2011-05-12T22:13:00Z</dcterms:created>
  <dcterms:modified xsi:type="dcterms:W3CDTF">2011-05-16T01:13:00Z</dcterms:modified>
</cp:coreProperties>
</file>